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9E0F2" w14:textId="77777777" w:rsidR="006E5D65" w:rsidRPr="00DE5861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DE5861">
        <w:rPr>
          <w:rFonts w:ascii="Corbel" w:hAnsi="Corbel"/>
          <w:bCs/>
          <w:i/>
        </w:rPr>
        <w:t xml:space="preserve">Załącznik nr </w:t>
      </w:r>
      <w:r w:rsidR="006F31E2" w:rsidRPr="00DE5861">
        <w:rPr>
          <w:rFonts w:ascii="Corbel" w:hAnsi="Corbel"/>
          <w:bCs/>
          <w:i/>
        </w:rPr>
        <w:t>1.5</w:t>
      </w:r>
      <w:r w:rsidR="00D8678B" w:rsidRPr="00DE5861">
        <w:rPr>
          <w:rFonts w:ascii="Corbel" w:hAnsi="Corbel"/>
          <w:bCs/>
          <w:i/>
        </w:rPr>
        <w:t xml:space="preserve"> do Zarządzenia</w:t>
      </w:r>
      <w:r w:rsidR="002A22BF" w:rsidRPr="00DE5861">
        <w:rPr>
          <w:rFonts w:ascii="Corbel" w:hAnsi="Corbel"/>
          <w:bCs/>
          <w:i/>
        </w:rPr>
        <w:t xml:space="preserve"> Rektora UR </w:t>
      </w:r>
      <w:r w:rsidR="00CD6897" w:rsidRPr="00DE5861">
        <w:rPr>
          <w:rFonts w:ascii="Corbel" w:hAnsi="Corbel"/>
          <w:bCs/>
          <w:i/>
        </w:rPr>
        <w:t xml:space="preserve"> nr </w:t>
      </w:r>
      <w:r w:rsidR="00F17567" w:rsidRPr="00DE5861">
        <w:rPr>
          <w:rFonts w:ascii="Corbel" w:hAnsi="Corbel"/>
          <w:bCs/>
          <w:i/>
        </w:rPr>
        <w:t>12/2019</w:t>
      </w:r>
    </w:p>
    <w:p w14:paraId="13A7810E" w14:textId="77777777" w:rsidR="00FA36D5" w:rsidRPr="009C54AE" w:rsidRDefault="00FA36D5" w:rsidP="00FA36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C0EA119" w14:textId="6BA87BEC" w:rsidR="00FA36D5" w:rsidRPr="009C54AE" w:rsidRDefault="00FA36D5" w:rsidP="00FA36D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</w:t>
      </w:r>
      <w:r w:rsidR="00552246">
        <w:rPr>
          <w:rFonts w:ascii="Corbel" w:hAnsi="Corbel"/>
          <w:b/>
          <w:smallCaps/>
          <w:sz w:val="24"/>
          <w:szCs w:val="24"/>
        </w:rPr>
        <w:t>19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552246">
        <w:rPr>
          <w:rFonts w:ascii="Corbel" w:hAnsi="Corbel"/>
          <w:b/>
          <w:smallCaps/>
          <w:sz w:val="24"/>
          <w:szCs w:val="24"/>
        </w:rPr>
        <w:t>2</w:t>
      </w:r>
    </w:p>
    <w:p w14:paraId="7846F998" w14:textId="77777777" w:rsidR="00FA36D5" w:rsidRDefault="00FA36D5" w:rsidP="00FA36D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5E2414A" w14:textId="2A7EB6F2" w:rsidR="00FA36D5" w:rsidRPr="00EA4832" w:rsidRDefault="00FA36D5" w:rsidP="00FA36D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</w:t>
      </w:r>
      <w:r w:rsidR="00552246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-202</w:t>
      </w:r>
      <w:r w:rsidR="00552246">
        <w:rPr>
          <w:rFonts w:ascii="Corbel" w:hAnsi="Corbel"/>
          <w:sz w:val="20"/>
          <w:szCs w:val="20"/>
        </w:rPr>
        <w:t>2</w:t>
      </w:r>
    </w:p>
    <w:p w14:paraId="63EFA480" w14:textId="77777777" w:rsidR="0085747A" w:rsidRPr="00DE586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869C8F" w14:textId="77777777" w:rsidR="0085747A" w:rsidRPr="00DE586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E5861">
        <w:rPr>
          <w:rFonts w:ascii="Corbel" w:hAnsi="Corbel"/>
          <w:szCs w:val="24"/>
        </w:rPr>
        <w:t xml:space="preserve">1. </w:t>
      </w:r>
      <w:r w:rsidR="0085747A" w:rsidRPr="00DE5861">
        <w:rPr>
          <w:rFonts w:ascii="Corbel" w:hAnsi="Corbel"/>
          <w:szCs w:val="24"/>
        </w:rPr>
        <w:t xml:space="preserve">Podstawowe </w:t>
      </w:r>
      <w:r w:rsidR="00445970" w:rsidRPr="00DE586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E5861" w14:paraId="638F11DA" w14:textId="77777777" w:rsidTr="00B819C8">
        <w:tc>
          <w:tcPr>
            <w:tcW w:w="2694" w:type="dxa"/>
            <w:vAlign w:val="center"/>
          </w:tcPr>
          <w:p w14:paraId="763126E3" w14:textId="77777777" w:rsidR="0085747A" w:rsidRPr="00DE586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ADC5EE" w14:textId="77777777" w:rsidR="0085747A" w:rsidRPr="00DE5861" w:rsidRDefault="002C70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 xml:space="preserve">Badania jakościowe w pracy socjalnej </w:t>
            </w:r>
          </w:p>
        </w:tc>
      </w:tr>
      <w:tr w:rsidR="0085747A" w:rsidRPr="00DE5861" w14:paraId="235D64C8" w14:textId="77777777" w:rsidTr="00B819C8">
        <w:tc>
          <w:tcPr>
            <w:tcW w:w="2694" w:type="dxa"/>
            <w:vAlign w:val="center"/>
          </w:tcPr>
          <w:p w14:paraId="02ACC299" w14:textId="77777777" w:rsidR="0085747A" w:rsidRPr="00DE586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E586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B2185C" w14:textId="77777777" w:rsidR="0085747A" w:rsidRPr="00DE5861" w:rsidRDefault="002C70B0" w:rsidP="002C70B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P1S[5]F_02</w:t>
            </w:r>
          </w:p>
        </w:tc>
      </w:tr>
      <w:tr w:rsidR="0085747A" w:rsidRPr="00DE5861" w14:paraId="33D22218" w14:textId="77777777" w:rsidTr="00B819C8">
        <w:tc>
          <w:tcPr>
            <w:tcW w:w="2694" w:type="dxa"/>
            <w:vAlign w:val="center"/>
          </w:tcPr>
          <w:p w14:paraId="50F01197" w14:textId="77777777" w:rsidR="0085747A" w:rsidRPr="00DE5861" w:rsidRDefault="00F15C4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N</w:t>
            </w:r>
            <w:r w:rsidR="0085747A" w:rsidRPr="00DE586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E586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4DFABE4" w14:textId="77777777" w:rsidR="0085747A" w:rsidRPr="00DE5861" w:rsidRDefault="00F15C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F15C4F" w:rsidRPr="00DE5861" w14:paraId="29D3F1AF" w14:textId="77777777" w:rsidTr="00B819C8">
        <w:tc>
          <w:tcPr>
            <w:tcW w:w="2694" w:type="dxa"/>
            <w:vAlign w:val="center"/>
          </w:tcPr>
          <w:p w14:paraId="1F72CB83" w14:textId="77777777" w:rsidR="00F15C4F" w:rsidRPr="00DE5861" w:rsidRDefault="00F15C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F61D6F" w14:textId="77777777" w:rsidR="00F15C4F" w:rsidRPr="00DE5861" w:rsidRDefault="00F15C4F" w:rsidP="00AF24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F15C4F" w:rsidRPr="00DE5861" w14:paraId="2B76B0B4" w14:textId="77777777" w:rsidTr="00B819C8">
        <w:tc>
          <w:tcPr>
            <w:tcW w:w="2694" w:type="dxa"/>
            <w:vAlign w:val="center"/>
          </w:tcPr>
          <w:p w14:paraId="42EB8F8E" w14:textId="77777777" w:rsidR="00F15C4F" w:rsidRPr="00DE5861" w:rsidRDefault="00F15C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EF1147" w14:textId="77777777" w:rsidR="00F15C4F" w:rsidRPr="00DE5861" w:rsidRDefault="00F15C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F15C4F" w:rsidRPr="00DE5861" w14:paraId="2B788131" w14:textId="77777777" w:rsidTr="00B819C8">
        <w:tc>
          <w:tcPr>
            <w:tcW w:w="2694" w:type="dxa"/>
            <w:vAlign w:val="center"/>
          </w:tcPr>
          <w:p w14:paraId="0365B00D" w14:textId="77777777" w:rsidR="00F15C4F" w:rsidRPr="00DE5861" w:rsidRDefault="00F15C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F1FA136" w14:textId="77777777" w:rsidR="00F15C4F" w:rsidRPr="00DE5861" w:rsidRDefault="00F15C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F15C4F" w:rsidRPr="00DE5861" w14:paraId="730E8877" w14:textId="77777777" w:rsidTr="00B819C8">
        <w:tc>
          <w:tcPr>
            <w:tcW w:w="2694" w:type="dxa"/>
            <w:vAlign w:val="center"/>
          </w:tcPr>
          <w:p w14:paraId="4900EFEB" w14:textId="77777777" w:rsidR="00F15C4F" w:rsidRPr="00DE5861" w:rsidRDefault="00F15C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00F046" w14:textId="77777777" w:rsidR="00F15C4F" w:rsidRPr="00DE5861" w:rsidRDefault="00F15C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15C4F" w:rsidRPr="00DE5861" w14:paraId="5DCD8AEF" w14:textId="77777777" w:rsidTr="00B819C8">
        <w:tc>
          <w:tcPr>
            <w:tcW w:w="2694" w:type="dxa"/>
            <w:vAlign w:val="center"/>
          </w:tcPr>
          <w:p w14:paraId="0F9631AC" w14:textId="77777777" w:rsidR="00F15C4F" w:rsidRPr="00DE5861" w:rsidRDefault="00F15C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FC5174" w14:textId="77777777" w:rsidR="00F15C4F" w:rsidRPr="00DE5861" w:rsidRDefault="00F010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15C4F" w:rsidRPr="00DE5861" w14:paraId="378CFF32" w14:textId="77777777" w:rsidTr="00B819C8">
        <w:tc>
          <w:tcPr>
            <w:tcW w:w="2694" w:type="dxa"/>
            <w:vAlign w:val="center"/>
          </w:tcPr>
          <w:p w14:paraId="3157CAB7" w14:textId="77777777" w:rsidR="00F15C4F" w:rsidRPr="00DE5861" w:rsidRDefault="00F15C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008AACC" w14:textId="77777777" w:rsidR="00F15C4F" w:rsidRPr="00DE5861" w:rsidRDefault="00F010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Rok 3, Semestr V</w:t>
            </w:r>
          </w:p>
        </w:tc>
      </w:tr>
      <w:tr w:rsidR="00F15C4F" w:rsidRPr="00DE5861" w14:paraId="711A7AD1" w14:textId="77777777" w:rsidTr="00B819C8">
        <w:tc>
          <w:tcPr>
            <w:tcW w:w="2694" w:type="dxa"/>
            <w:vAlign w:val="center"/>
          </w:tcPr>
          <w:p w14:paraId="3726E5A6" w14:textId="77777777" w:rsidR="00F15C4F" w:rsidRPr="00DE5861" w:rsidRDefault="00F15C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44EBE4" w14:textId="77777777" w:rsidR="00F15C4F" w:rsidRPr="00DE5861" w:rsidRDefault="00F010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F15C4F" w:rsidRPr="00DE5861" w14:paraId="4E9F7477" w14:textId="77777777" w:rsidTr="00B819C8">
        <w:tc>
          <w:tcPr>
            <w:tcW w:w="2694" w:type="dxa"/>
            <w:vAlign w:val="center"/>
          </w:tcPr>
          <w:p w14:paraId="1FE6A0D5" w14:textId="77777777" w:rsidR="00F15C4F" w:rsidRPr="00DE5861" w:rsidRDefault="00F15C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B4DD6C" w14:textId="77777777" w:rsidR="00F15C4F" w:rsidRPr="00DE5861" w:rsidRDefault="00F010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F15C4F" w:rsidRPr="00DE5861" w14:paraId="27724ED3" w14:textId="77777777" w:rsidTr="00B819C8">
        <w:tc>
          <w:tcPr>
            <w:tcW w:w="2694" w:type="dxa"/>
            <w:vAlign w:val="center"/>
          </w:tcPr>
          <w:p w14:paraId="5643D95D" w14:textId="77777777" w:rsidR="00F15C4F" w:rsidRPr="00DE5861" w:rsidRDefault="00F15C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F6A05A" w14:textId="77777777" w:rsidR="00F15C4F" w:rsidRPr="00DE5861" w:rsidRDefault="00F010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F15C4F" w:rsidRPr="00DE5861" w14:paraId="52F188CF" w14:textId="77777777" w:rsidTr="00B819C8">
        <w:tc>
          <w:tcPr>
            <w:tcW w:w="2694" w:type="dxa"/>
            <w:vAlign w:val="center"/>
          </w:tcPr>
          <w:p w14:paraId="6746BBFB" w14:textId="77777777" w:rsidR="00F15C4F" w:rsidRPr="00DE5861" w:rsidRDefault="00F15C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A68964" w14:textId="77777777" w:rsidR="00F15C4F" w:rsidRPr="00DE5861" w:rsidRDefault="00F010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14:paraId="171A51FB" w14:textId="77777777" w:rsidR="0085747A" w:rsidRPr="00DE5861" w:rsidRDefault="0085747A" w:rsidP="00F01BD5">
      <w:pPr>
        <w:pStyle w:val="Podpunkty"/>
        <w:ind w:left="0"/>
        <w:rPr>
          <w:rFonts w:ascii="Corbel" w:hAnsi="Corbel"/>
          <w:sz w:val="24"/>
          <w:szCs w:val="24"/>
        </w:rPr>
      </w:pPr>
      <w:r w:rsidRPr="00DE5861">
        <w:rPr>
          <w:rFonts w:ascii="Corbel" w:hAnsi="Corbel"/>
          <w:sz w:val="24"/>
          <w:szCs w:val="24"/>
        </w:rPr>
        <w:t xml:space="preserve">* </w:t>
      </w:r>
      <w:r w:rsidRPr="00DE5861">
        <w:rPr>
          <w:rFonts w:ascii="Corbel" w:hAnsi="Corbel"/>
          <w:i/>
          <w:sz w:val="24"/>
          <w:szCs w:val="24"/>
        </w:rPr>
        <w:t>-</w:t>
      </w:r>
      <w:r w:rsidR="00B90885" w:rsidRPr="00DE586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E5861">
        <w:rPr>
          <w:rFonts w:ascii="Corbel" w:hAnsi="Corbel"/>
          <w:b w:val="0"/>
          <w:sz w:val="24"/>
          <w:szCs w:val="24"/>
        </w:rPr>
        <w:t>e,</w:t>
      </w:r>
      <w:r w:rsidRPr="00DE5861">
        <w:rPr>
          <w:rFonts w:ascii="Corbel" w:hAnsi="Corbel"/>
          <w:i/>
          <w:sz w:val="24"/>
          <w:szCs w:val="24"/>
        </w:rPr>
        <w:t xml:space="preserve"> </w:t>
      </w:r>
      <w:r w:rsidRPr="00DE586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E5861">
        <w:rPr>
          <w:rFonts w:ascii="Corbel" w:hAnsi="Corbel"/>
          <w:b w:val="0"/>
          <w:i/>
          <w:sz w:val="24"/>
          <w:szCs w:val="24"/>
        </w:rPr>
        <w:t>w Jednostce</w:t>
      </w:r>
    </w:p>
    <w:p w14:paraId="67C7C96C" w14:textId="77777777" w:rsidR="00923D7D" w:rsidRPr="00DE586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8719C2" w14:textId="77777777" w:rsidR="0085747A" w:rsidRPr="00DE586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E5861">
        <w:rPr>
          <w:rFonts w:ascii="Corbel" w:hAnsi="Corbel"/>
          <w:sz w:val="24"/>
          <w:szCs w:val="24"/>
        </w:rPr>
        <w:t>1.</w:t>
      </w:r>
      <w:r w:rsidR="00E22FBC" w:rsidRPr="00DE5861">
        <w:rPr>
          <w:rFonts w:ascii="Corbel" w:hAnsi="Corbel"/>
          <w:sz w:val="24"/>
          <w:szCs w:val="24"/>
        </w:rPr>
        <w:t>1</w:t>
      </w:r>
      <w:r w:rsidRPr="00DE586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7F42C66" w14:textId="77777777" w:rsidR="00923D7D" w:rsidRPr="00DE586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E5861" w14:paraId="6E0F3DD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27E3" w14:textId="77777777" w:rsidR="00015B8F" w:rsidRPr="00DE58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5861">
              <w:rPr>
                <w:rFonts w:ascii="Corbel" w:hAnsi="Corbel"/>
                <w:szCs w:val="24"/>
              </w:rPr>
              <w:t>Semestr</w:t>
            </w:r>
          </w:p>
          <w:p w14:paraId="29FEF959" w14:textId="77777777" w:rsidR="00015B8F" w:rsidRPr="00DE586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5861">
              <w:rPr>
                <w:rFonts w:ascii="Corbel" w:hAnsi="Corbel"/>
                <w:szCs w:val="24"/>
              </w:rPr>
              <w:t>(</w:t>
            </w:r>
            <w:r w:rsidR="00363F78" w:rsidRPr="00DE586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0828E" w14:textId="77777777" w:rsidR="00015B8F" w:rsidRPr="00DE58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E5861">
              <w:rPr>
                <w:rFonts w:ascii="Corbel" w:hAnsi="Corbel"/>
                <w:szCs w:val="24"/>
              </w:rPr>
              <w:t>Wykł</w:t>
            </w:r>
            <w:proofErr w:type="spellEnd"/>
            <w:r w:rsidRPr="00DE586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D5667" w14:textId="77777777" w:rsidR="00015B8F" w:rsidRPr="00DE58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586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89EEE" w14:textId="77777777" w:rsidR="00015B8F" w:rsidRPr="00DE58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E5861">
              <w:rPr>
                <w:rFonts w:ascii="Corbel" w:hAnsi="Corbel"/>
                <w:szCs w:val="24"/>
              </w:rPr>
              <w:t>Konw</w:t>
            </w:r>
            <w:proofErr w:type="spellEnd"/>
            <w:r w:rsidRPr="00DE586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617C9" w14:textId="77777777" w:rsidR="00015B8F" w:rsidRPr="00DE58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586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B2F4B" w14:textId="77777777" w:rsidR="00015B8F" w:rsidRPr="00DE58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E5861">
              <w:rPr>
                <w:rFonts w:ascii="Corbel" w:hAnsi="Corbel"/>
                <w:szCs w:val="24"/>
              </w:rPr>
              <w:t>Sem</w:t>
            </w:r>
            <w:proofErr w:type="spellEnd"/>
            <w:r w:rsidRPr="00DE586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2FB5" w14:textId="77777777" w:rsidR="00015B8F" w:rsidRPr="00DE58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586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CF61E" w14:textId="77777777" w:rsidR="00015B8F" w:rsidRPr="00DE58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E5861">
              <w:rPr>
                <w:rFonts w:ascii="Corbel" w:hAnsi="Corbel"/>
                <w:szCs w:val="24"/>
              </w:rPr>
              <w:t>Prakt</w:t>
            </w:r>
            <w:proofErr w:type="spellEnd"/>
            <w:r w:rsidRPr="00DE586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A9BAF" w14:textId="77777777" w:rsidR="00015B8F" w:rsidRPr="00DE58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586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39104" w14:textId="77777777" w:rsidR="00015B8F" w:rsidRPr="00DE58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E5861">
              <w:rPr>
                <w:rFonts w:ascii="Corbel" w:hAnsi="Corbel"/>
                <w:b/>
                <w:szCs w:val="24"/>
              </w:rPr>
              <w:t>Liczba pkt</w:t>
            </w:r>
            <w:r w:rsidR="00B90885" w:rsidRPr="00DE5861">
              <w:rPr>
                <w:rFonts w:ascii="Corbel" w:hAnsi="Corbel"/>
                <w:b/>
                <w:szCs w:val="24"/>
              </w:rPr>
              <w:t>.</w:t>
            </w:r>
            <w:r w:rsidRPr="00DE586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E5861" w14:paraId="5B9F18E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3C0A" w14:textId="77777777" w:rsidR="00015B8F" w:rsidRPr="00DE5861" w:rsidRDefault="00F010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31FA1" w14:textId="77777777" w:rsidR="00015B8F" w:rsidRPr="00DE58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12EB7" w14:textId="77777777" w:rsidR="00015B8F" w:rsidRPr="00DE58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A0A67" w14:textId="77777777" w:rsidR="00015B8F" w:rsidRPr="00DE5861" w:rsidRDefault="00364A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0F39" w14:textId="77777777" w:rsidR="00015B8F" w:rsidRPr="00DE58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AD6A5" w14:textId="77777777" w:rsidR="00015B8F" w:rsidRPr="00DE58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96915" w14:textId="77777777" w:rsidR="00015B8F" w:rsidRPr="00DE58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2F41" w14:textId="77777777" w:rsidR="00015B8F" w:rsidRPr="00DE58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ECEB7" w14:textId="77777777" w:rsidR="00015B8F" w:rsidRPr="00DE58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374B" w14:textId="77777777" w:rsidR="00015B8F" w:rsidRPr="00DE5861" w:rsidRDefault="00364A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18B3BE6" w14:textId="77777777" w:rsidR="00923D7D" w:rsidRPr="00DE586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585A232" w14:textId="77777777" w:rsidR="0085747A" w:rsidRPr="00DE586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E5861">
        <w:rPr>
          <w:rFonts w:ascii="Corbel" w:hAnsi="Corbel"/>
          <w:smallCaps w:val="0"/>
          <w:szCs w:val="24"/>
        </w:rPr>
        <w:t>1.</w:t>
      </w:r>
      <w:r w:rsidR="00E22FBC" w:rsidRPr="00DE5861">
        <w:rPr>
          <w:rFonts w:ascii="Corbel" w:hAnsi="Corbel"/>
          <w:smallCaps w:val="0"/>
          <w:szCs w:val="24"/>
        </w:rPr>
        <w:t>2</w:t>
      </w:r>
      <w:r w:rsidR="00F83B28" w:rsidRPr="00DE5861">
        <w:rPr>
          <w:rFonts w:ascii="Corbel" w:hAnsi="Corbel"/>
          <w:smallCaps w:val="0"/>
          <w:szCs w:val="24"/>
        </w:rPr>
        <w:t>.</w:t>
      </w:r>
      <w:r w:rsidR="00F83B28" w:rsidRPr="00DE5861">
        <w:rPr>
          <w:rFonts w:ascii="Corbel" w:hAnsi="Corbel"/>
          <w:smallCaps w:val="0"/>
          <w:szCs w:val="24"/>
        </w:rPr>
        <w:tab/>
      </w:r>
      <w:r w:rsidRPr="00DE5861">
        <w:rPr>
          <w:rFonts w:ascii="Corbel" w:hAnsi="Corbel"/>
          <w:smallCaps w:val="0"/>
          <w:szCs w:val="24"/>
        </w:rPr>
        <w:t xml:space="preserve">Sposób realizacji zajęć  </w:t>
      </w:r>
    </w:p>
    <w:p w14:paraId="02AC487D" w14:textId="77777777" w:rsidR="0085747A" w:rsidRPr="00DE586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E324F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DE586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66586B4" w14:textId="77777777" w:rsidR="0085747A" w:rsidRPr="00DE586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E5861">
        <w:rPr>
          <w:rFonts w:ascii="MS Gothic" w:eastAsia="MS Gothic" w:hAnsi="MS Gothic" w:cs="MS Gothic" w:hint="eastAsia"/>
          <w:b w:val="0"/>
          <w:szCs w:val="24"/>
        </w:rPr>
        <w:t>☐</w:t>
      </w:r>
      <w:r w:rsidRPr="00DE586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FED7013" w14:textId="77777777" w:rsidR="0085747A" w:rsidRPr="00DE586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F15AB9" w14:textId="77777777" w:rsidR="00E22FBC" w:rsidRPr="00DE586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E5861">
        <w:rPr>
          <w:rFonts w:ascii="Corbel" w:hAnsi="Corbel"/>
          <w:smallCaps w:val="0"/>
          <w:szCs w:val="24"/>
        </w:rPr>
        <w:t xml:space="preserve">1.3 </w:t>
      </w:r>
      <w:r w:rsidR="00F83B28" w:rsidRPr="00DE5861">
        <w:rPr>
          <w:rFonts w:ascii="Corbel" w:hAnsi="Corbel"/>
          <w:smallCaps w:val="0"/>
          <w:szCs w:val="24"/>
        </w:rPr>
        <w:tab/>
      </w:r>
      <w:r w:rsidRPr="00DE5861">
        <w:rPr>
          <w:rFonts w:ascii="Corbel" w:hAnsi="Corbel"/>
          <w:smallCaps w:val="0"/>
          <w:szCs w:val="24"/>
        </w:rPr>
        <w:t>For</w:t>
      </w:r>
      <w:r w:rsidR="00445970" w:rsidRPr="00DE5861">
        <w:rPr>
          <w:rFonts w:ascii="Corbel" w:hAnsi="Corbel"/>
          <w:smallCaps w:val="0"/>
          <w:szCs w:val="24"/>
        </w:rPr>
        <w:t xml:space="preserve">ma zaliczenia przedmiotu </w:t>
      </w:r>
      <w:r w:rsidRPr="00DE5861">
        <w:rPr>
          <w:rFonts w:ascii="Corbel" w:hAnsi="Corbel"/>
          <w:smallCaps w:val="0"/>
          <w:szCs w:val="24"/>
        </w:rPr>
        <w:t xml:space="preserve"> (z toku) </w:t>
      </w:r>
      <w:r w:rsidRPr="00DE586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325289" w14:textId="77777777" w:rsidR="009C54AE" w:rsidRPr="00DE5861" w:rsidRDefault="004C0E0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E5861">
        <w:rPr>
          <w:rFonts w:ascii="Corbel" w:hAnsi="Corbel"/>
          <w:b w:val="0"/>
          <w:szCs w:val="24"/>
        </w:rPr>
        <w:t xml:space="preserve">Zaliczenie z oceną </w:t>
      </w:r>
    </w:p>
    <w:p w14:paraId="159517D5" w14:textId="77777777" w:rsidR="00E960BB" w:rsidRPr="00DE586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BFF37D" w14:textId="77777777" w:rsidR="00E960BB" w:rsidRPr="00DE586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E586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E5861" w14:paraId="4F4A93A4" w14:textId="77777777" w:rsidTr="00745302">
        <w:tc>
          <w:tcPr>
            <w:tcW w:w="9670" w:type="dxa"/>
          </w:tcPr>
          <w:p w14:paraId="45ECC339" w14:textId="77777777" w:rsidR="0085747A" w:rsidRPr="00DE5861" w:rsidRDefault="004C0E0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przedmiotu </w:t>
            </w:r>
            <w:r w:rsidR="00951AB7"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badań społecznych</w:t>
            </w:r>
          </w:p>
          <w:p w14:paraId="270A401E" w14:textId="77777777" w:rsidR="0085747A" w:rsidRPr="00DE5861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B0EE51F" w14:textId="77777777" w:rsidR="00153C41" w:rsidRPr="00DE586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78E1B5" w14:textId="77777777" w:rsidR="00951AB7" w:rsidRDefault="00951AB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779195" w14:textId="77777777" w:rsidR="00F01BD5" w:rsidRDefault="00F01BD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18B6C7" w14:textId="77777777" w:rsidR="00F01BD5" w:rsidRDefault="00F01BD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28CC3C" w14:textId="77777777" w:rsidR="00DE5861" w:rsidRPr="00DE5861" w:rsidRDefault="00DE586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2FC867" w14:textId="77777777" w:rsidR="0085747A" w:rsidRPr="00DE586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E5861">
        <w:rPr>
          <w:rFonts w:ascii="Corbel" w:hAnsi="Corbel"/>
          <w:szCs w:val="24"/>
        </w:rPr>
        <w:lastRenderedPageBreak/>
        <w:t>3.</w:t>
      </w:r>
      <w:r w:rsidR="0085747A" w:rsidRPr="00DE5861">
        <w:rPr>
          <w:rFonts w:ascii="Corbel" w:hAnsi="Corbel"/>
          <w:szCs w:val="24"/>
        </w:rPr>
        <w:t xml:space="preserve"> </w:t>
      </w:r>
      <w:r w:rsidR="00A84C85" w:rsidRPr="00DE5861">
        <w:rPr>
          <w:rFonts w:ascii="Corbel" w:hAnsi="Corbel"/>
          <w:szCs w:val="24"/>
        </w:rPr>
        <w:t>cele, efekty uczenia się</w:t>
      </w:r>
      <w:r w:rsidR="0085747A" w:rsidRPr="00DE5861">
        <w:rPr>
          <w:rFonts w:ascii="Corbel" w:hAnsi="Corbel"/>
          <w:szCs w:val="24"/>
        </w:rPr>
        <w:t xml:space="preserve"> , treści Programowe i stosowane metody Dydaktyczne</w:t>
      </w:r>
    </w:p>
    <w:p w14:paraId="1A27F083" w14:textId="77777777" w:rsidR="00F83B28" w:rsidRPr="00DE5861" w:rsidRDefault="0071620A" w:rsidP="00DE5861">
      <w:pPr>
        <w:pStyle w:val="Podpunkty"/>
        <w:rPr>
          <w:rFonts w:ascii="Corbel" w:hAnsi="Corbel"/>
          <w:sz w:val="24"/>
          <w:szCs w:val="24"/>
        </w:rPr>
      </w:pPr>
      <w:r w:rsidRPr="00DE5861">
        <w:rPr>
          <w:rFonts w:ascii="Corbel" w:hAnsi="Corbel"/>
          <w:sz w:val="24"/>
          <w:szCs w:val="24"/>
        </w:rPr>
        <w:t xml:space="preserve">3.1 </w:t>
      </w:r>
      <w:r w:rsidR="00C05F44" w:rsidRPr="00DE5861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F7B38" w:rsidRPr="00DE5861" w14:paraId="5DDB5FDC" w14:textId="77777777" w:rsidTr="00923D7D">
        <w:tc>
          <w:tcPr>
            <w:tcW w:w="851" w:type="dxa"/>
            <w:vAlign w:val="center"/>
          </w:tcPr>
          <w:p w14:paraId="094283F2" w14:textId="77777777" w:rsidR="007F7B38" w:rsidRPr="00DE5861" w:rsidRDefault="007F7B38" w:rsidP="00016A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7CC90C9" w14:textId="77777777" w:rsidR="007F7B38" w:rsidRPr="00DE5861" w:rsidRDefault="007F7B38" w:rsidP="00016A80">
            <w:pPr>
              <w:pStyle w:val="Podpunkty"/>
              <w:spacing w:before="40"/>
              <w:ind w:left="0"/>
              <w:rPr>
                <w:rFonts w:ascii="Corbel" w:hAnsi="Corbel"/>
                <w:b w:val="0"/>
                <w:szCs w:val="22"/>
              </w:rPr>
            </w:pPr>
            <w:r w:rsidRPr="00DE5861">
              <w:rPr>
                <w:rFonts w:ascii="Corbel" w:hAnsi="Corbel"/>
                <w:b w:val="0"/>
                <w:szCs w:val="22"/>
              </w:rPr>
              <w:t>Dostarczenie wiedzy o metodach jakościowych badań społecznych oraz ich praktycznego zastosowania.</w:t>
            </w:r>
          </w:p>
        </w:tc>
      </w:tr>
      <w:tr w:rsidR="007F7B38" w:rsidRPr="00DE5861" w14:paraId="4E39B625" w14:textId="77777777" w:rsidTr="00923D7D">
        <w:tc>
          <w:tcPr>
            <w:tcW w:w="851" w:type="dxa"/>
            <w:vAlign w:val="center"/>
          </w:tcPr>
          <w:p w14:paraId="43F969E4" w14:textId="77777777" w:rsidR="007F7B38" w:rsidRPr="00DE5861" w:rsidRDefault="007F7B38" w:rsidP="00016A8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2602A0A" w14:textId="77777777" w:rsidR="007F7B38" w:rsidRPr="00DE5861" w:rsidRDefault="007F7B38" w:rsidP="00081B60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E5861">
              <w:rPr>
                <w:rFonts w:ascii="Corbel" w:hAnsi="Corbel"/>
                <w:b w:val="0"/>
                <w:szCs w:val="22"/>
              </w:rPr>
              <w:t>Wykształcenie umiejętności projektowania badań społecznych w zakresie metod jakościowych.</w:t>
            </w:r>
          </w:p>
        </w:tc>
      </w:tr>
    </w:tbl>
    <w:p w14:paraId="170D9497" w14:textId="77777777" w:rsidR="0085747A" w:rsidRPr="00DE58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0A34F3" w14:textId="77777777" w:rsidR="001D7B54" w:rsidRDefault="009F4610" w:rsidP="00DE586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E5861">
        <w:rPr>
          <w:rFonts w:ascii="Corbel" w:hAnsi="Corbel"/>
          <w:b/>
          <w:sz w:val="24"/>
          <w:szCs w:val="24"/>
        </w:rPr>
        <w:t xml:space="preserve">3.2 </w:t>
      </w:r>
      <w:r w:rsidR="001D7B54" w:rsidRPr="00DE5861">
        <w:rPr>
          <w:rFonts w:ascii="Corbel" w:hAnsi="Corbel"/>
          <w:b/>
          <w:sz w:val="24"/>
          <w:szCs w:val="24"/>
        </w:rPr>
        <w:t xml:space="preserve">Efekty </w:t>
      </w:r>
      <w:r w:rsidR="00C05F44" w:rsidRPr="00DE586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E5861">
        <w:rPr>
          <w:rFonts w:ascii="Corbel" w:hAnsi="Corbel"/>
          <w:b/>
          <w:sz w:val="24"/>
          <w:szCs w:val="24"/>
        </w:rPr>
        <w:t>dla przedmiotu</w:t>
      </w:r>
      <w:r w:rsidR="00445970" w:rsidRPr="00DE5861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649"/>
        <w:gridCol w:w="1675"/>
      </w:tblGrid>
      <w:tr w:rsidR="00162798" w:rsidRPr="00DE5861" w14:paraId="787DBE0C" w14:textId="77777777" w:rsidTr="00D770F1">
        <w:tc>
          <w:tcPr>
            <w:tcW w:w="1418" w:type="dxa"/>
            <w:vAlign w:val="center"/>
          </w:tcPr>
          <w:p w14:paraId="459E5526" w14:textId="77777777"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smallCaps w:val="0"/>
                <w:szCs w:val="24"/>
              </w:rPr>
              <w:t>EK</w:t>
            </w:r>
            <w:r w:rsidRPr="00DE586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649" w:type="dxa"/>
            <w:vAlign w:val="center"/>
          </w:tcPr>
          <w:p w14:paraId="66356AD8" w14:textId="77777777"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603" w:type="dxa"/>
            <w:vAlign w:val="center"/>
          </w:tcPr>
          <w:p w14:paraId="2A50CAB8" w14:textId="77777777"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DE586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62798" w:rsidRPr="00DE5861" w14:paraId="7317B0A6" w14:textId="77777777" w:rsidTr="00D770F1">
        <w:tc>
          <w:tcPr>
            <w:tcW w:w="1418" w:type="dxa"/>
          </w:tcPr>
          <w:p w14:paraId="0AF0BDF6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E586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49" w:type="dxa"/>
          </w:tcPr>
          <w:p w14:paraId="50B4338C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j</w:t>
            </w:r>
            <w:r w:rsidRPr="00DE5861">
              <w:rPr>
                <w:rFonts w:ascii="Corbel" w:hAnsi="Corbel"/>
                <w:b w:val="0"/>
                <w:smallCaps w:val="0"/>
                <w:szCs w:val="24"/>
              </w:rPr>
              <w:t>akościowe metody pozyskiwania danych do analizy zjawisk z obszaru pracy socjalnej i identyfikowania rządzących nimi prawidłowości</w:t>
            </w:r>
          </w:p>
        </w:tc>
        <w:tc>
          <w:tcPr>
            <w:tcW w:w="1603" w:type="dxa"/>
          </w:tcPr>
          <w:p w14:paraId="2C2A7001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162798" w:rsidRPr="00DE5861" w14:paraId="46D8013C" w14:textId="77777777" w:rsidTr="00D770F1">
        <w:tc>
          <w:tcPr>
            <w:tcW w:w="1418" w:type="dxa"/>
          </w:tcPr>
          <w:p w14:paraId="6EE0CBC9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49" w:type="dxa"/>
          </w:tcPr>
          <w:p w14:paraId="40F6C50C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s</w:t>
            </w:r>
            <w:r w:rsidRPr="00DE5861">
              <w:rPr>
                <w:rFonts w:ascii="Corbel" w:hAnsi="Corbel"/>
                <w:b w:val="0"/>
                <w:smallCaps w:val="0"/>
                <w:szCs w:val="24"/>
              </w:rPr>
              <w:t>tosowane jakościowej metody, techniki (IDI) i narzędzia badawczego (scenariusz indywidualnego wywiadu pogłębionego), podstawowe tradycje badań społecznych, projektowanie badań jakościowych w naukach społecznych</w:t>
            </w:r>
          </w:p>
        </w:tc>
        <w:tc>
          <w:tcPr>
            <w:tcW w:w="1603" w:type="dxa"/>
          </w:tcPr>
          <w:p w14:paraId="55F22DE8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162798" w:rsidRPr="00DE5861" w14:paraId="35441AD2" w14:textId="77777777" w:rsidTr="00D770F1">
        <w:tc>
          <w:tcPr>
            <w:tcW w:w="1418" w:type="dxa"/>
          </w:tcPr>
          <w:p w14:paraId="67B44079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649" w:type="dxa"/>
          </w:tcPr>
          <w:p w14:paraId="091A4E75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DE5861">
              <w:rPr>
                <w:rFonts w:ascii="Corbel" w:hAnsi="Corbel"/>
                <w:b w:val="0"/>
                <w:smallCaps w:val="0"/>
                <w:szCs w:val="24"/>
              </w:rPr>
              <w:t xml:space="preserve">wykorzystywać wiedzę teoretyczną o procesach zachodzących w społeczeństwie do szczegółowego, jakościowego opisu kwestii związanych z pracą socjalną oraz projektowania badań jakościowych   </w:t>
            </w:r>
          </w:p>
        </w:tc>
        <w:tc>
          <w:tcPr>
            <w:tcW w:w="1603" w:type="dxa"/>
          </w:tcPr>
          <w:p w14:paraId="51409294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162798" w:rsidRPr="00DE5861" w14:paraId="382385A1" w14:textId="77777777" w:rsidTr="00D770F1">
        <w:tc>
          <w:tcPr>
            <w:tcW w:w="1418" w:type="dxa"/>
          </w:tcPr>
          <w:p w14:paraId="10C5C914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649" w:type="dxa"/>
          </w:tcPr>
          <w:p w14:paraId="0EBFAF21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DE5861">
              <w:rPr>
                <w:rFonts w:ascii="Corbel" w:hAnsi="Corbel"/>
                <w:b w:val="0"/>
                <w:smallCaps w:val="0"/>
                <w:szCs w:val="24"/>
              </w:rPr>
              <w:t>analizować samodzielnie  przyczyny i przebieg  ważnych dla wykonywania pracy socjalnej problemów społecznych; prognozować procesy i zjawiska społeczne zachodzące w społeczeństwie i prowadzące do zagrożeń ubóstwem i wykluczeniem społecznym</w:t>
            </w:r>
          </w:p>
        </w:tc>
        <w:tc>
          <w:tcPr>
            <w:tcW w:w="1603" w:type="dxa"/>
          </w:tcPr>
          <w:p w14:paraId="6AAE3491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62798" w:rsidRPr="00DE5861" w14:paraId="753A081C" w14:textId="77777777" w:rsidTr="00D770F1">
        <w:tc>
          <w:tcPr>
            <w:tcW w:w="1418" w:type="dxa"/>
          </w:tcPr>
          <w:p w14:paraId="45CA3AFE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649" w:type="dxa"/>
          </w:tcPr>
          <w:p w14:paraId="7A460361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DE5861">
              <w:rPr>
                <w:rFonts w:ascii="Corbel" w:hAnsi="Corbel"/>
                <w:b w:val="0"/>
                <w:smallCaps w:val="0"/>
                <w:szCs w:val="24"/>
              </w:rPr>
              <w:t xml:space="preserve">posługiwania się podstawowymi podejściami teoretycznymi w analizowaniu różnych aspektów ludzkich zachowań  w celu diagnozowania, prognozowania oraz formułowania programów działań socjalnych na podstawie projektowania badań jakościowych </w:t>
            </w:r>
          </w:p>
        </w:tc>
        <w:tc>
          <w:tcPr>
            <w:tcW w:w="1603" w:type="dxa"/>
          </w:tcPr>
          <w:p w14:paraId="6AFC89A9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E5613C8" w14:textId="77777777" w:rsidR="0085747A" w:rsidRPr="00DE586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41B200" w14:textId="77777777" w:rsidR="0085747A" w:rsidRPr="00DE5861" w:rsidRDefault="00675843" w:rsidP="001A47B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E5861">
        <w:rPr>
          <w:rFonts w:ascii="Corbel" w:hAnsi="Corbel"/>
          <w:b/>
          <w:sz w:val="24"/>
          <w:szCs w:val="24"/>
        </w:rPr>
        <w:t>3.3</w:t>
      </w:r>
      <w:r w:rsidR="001D7B54" w:rsidRPr="00DE5861">
        <w:rPr>
          <w:rFonts w:ascii="Corbel" w:hAnsi="Corbel"/>
          <w:b/>
          <w:sz w:val="24"/>
          <w:szCs w:val="24"/>
        </w:rPr>
        <w:t xml:space="preserve"> </w:t>
      </w:r>
      <w:r w:rsidR="0085747A" w:rsidRPr="00DE5861">
        <w:rPr>
          <w:rFonts w:ascii="Corbel" w:hAnsi="Corbel"/>
          <w:b/>
          <w:sz w:val="24"/>
          <w:szCs w:val="24"/>
        </w:rPr>
        <w:t>T</w:t>
      </w:r>
      <w:r w:rsidR="001D7B54" w:rsidRPr="00DE586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E5861">
        <w:rPr>
          <w:rFonts w:ascii="Corbel" w:hAnsi="Corbel"/>
          <w:sz w:val="24"/>
          <w:szCs w:val="24"/>
        </w:rPr>
        <w:t xml:space="preserve">  </w:t>
      </w:r>
    </w:p>
    <w:p w14:paraId="0E569BBF" w14:textId="77777777" w:rsidR="0085747A" w:rsidRPr="00DE5861" w:rsidRDefault="0085747A" w:rsidP="00DE586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E586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E5861">
        <w:rPr>
          <w:rFonts w:ascii="Corbel" w:hAnsi="Corbel"/>
          <w:sz w:val="24"/>
          <w:szCs w:val="24"/>
        </w:rPr>
        <w:t xml:space="preserve">, </w:t>
      </w:r>
      <w:r w:rsidRPr="00DE5861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E5861" w14:paraId="713EBECD" w14:textId="77777777" w:rsidTr="00923D7D">
        <w:tc>
          <w:tcPr>
            <w:tcW w:w="9639" w:type="dxa"/>
          </w:tcPr>
          <w:p w14:paraId="2BA19786" w14:textId="77777777" w:rsidR="0085747A" w:rsidRPr="00DE586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A47B1" w:rsidRPr="00DE5861" w14:paraId="74CDD102" w14:textId="77777777" w:rsidTr="00923D7D">
        <w:tc>
          <w:tcPr>
            <w:tcW w:w="9639" w:type="dxa"/>
          </w:tcPr>
          <w:p w14:paraId="0F2AB77C" w14:textId="77777777" w:rsidR="001A47B1" w:rsidRPr="00DE5861" w:rsidRDefault="001A47B1" w:rsidP="00AF24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 xml:space="preserve">Wprowadzenie do badań jakościowych, specyfika badań jakościowych, podstawowe pojęcia. </w:t>
            </w:r>
          </w:p>
        </w:tc>
      </w:tr>
      <w:tr w:rsidR="001A47B1" w:rsidRPr="00DE5861" w14:paraId="7D39738D" w14:textId="77777777" w:rsidTr="00923D7D">
        <w:tc>
          <w:tcPr>
            <w:tcW w:w="9639" w:type="dxa"/>
          </w:tcPr>
          <w:p w14:paraId="16D82613" w14:textId="77777777" w:rsidR="001A47B1" w:rsidRPr="00DE5861" w:rsidRDefault="001A47B1" w:rsidP="00AF24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 xml:space="preserve">Specyfika badań jakościowych w pracy socjalnej </w:t>
            </w:r>
          </w:p>
        </w:tc>
      </w:tr>
      <w:tr w:rsidR="001A47B1" w:rsidRPr="00DE5861" w14:paraId="0F601B73" w14:textId="77777777" w:rsidTr="00923D7D">
        <w:tc>
          <w:tcPr>
            <w:tcW w:w="9639" w:type="dxa"/>
          </w:tcPr>
          <w:p w14:paraId="2012E175" w14:textId="77777777" w:rsidR="001A47B1" w:rsidRPr="00DE5861" w:rsidRDefault="001A47B1" w:rsidP="00AF24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Typy badań jakościowych i ich najpopularniejsze techniki (IDI, FGI)</w:t>
            </w:r>
          </w:p>
        </w:tc>
      </w:tr>
      <w:tr w:rsidR="001A47B1" w:rsidRPr="00DE5861" w14:paraId="13CB9EA8" w14:textId="77777777" w:rsidTr="00923D7D">
        <w:tc>
          <w:tcPr>
            <w:tcW w:w="9639" w:type="dxa"/>
          </w:tcPr>
          <w:p w14:paraId="7509CB5D" w14:textId="77777777" w:rsidR="001A47B1" w:rsidRPr="00DE5861" w:rsidRDefault="001A47B1" w:rsidP="00AF24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Przygotowanie procesu badań jakościowych: wybór problematyki badań,</w:t>
            </w:r>
          </w:p>
        </w:tc>
      </w:tr>
      <w:tr w:rsidR="001A47B1" w:rsidRPr="00DE5861" w14:paraId="58C16E39" w14:textId="77777777" w:rsidTr="00923D7D">
        <w:tc>
          <w:tcPr>
            <w:tcW w:w="9639" w:type="dxa"/>
          </w:tcPr>
          <w:p w14:paraId="05924DDB" w14:textId="77777777" w:rsidR="001A47B1" w:rsidRPr="00DE5861" w:rsidRDefault="001A47B1" w:rsidP="00AF24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 xml:space="preserve">Przygotowanie procesu badań jakościowych:  cele i pytania badawcze, </w:t>
            </w:r>
          </w:p>
        </w:tc>
      </w:tr>
      <w:tr w:rsidR="001A47B1" w:rsidRPr="00DE5861" w14:paraId="317AE003" w14:textId="77777777" w:rsidTr="00923D7D">
        <w:tc>
          <w:tcPr>
            <w:tcW w:w="9639" w:type="dxa"/>
          </w:tcPr>
          <w:p w14:paraId="0FAE6C3B" w14:textId="77777777" w:rsidR="001A47B1" w:rsidRPr="00DE5861" w:rsidRDefault="001A47B1" w:rsidP="00AF24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Przygotowanie procesu badań jakościowych: dobór próby oraz techniki badawczej</w:t>
            </w:r>
          </w:p>
        </w:tc>
      </w:tr>
      <w:tr w:rsidR="001A47B1" w:rsidRPr="00DE5861" w14:paraId="17105031" w14:textId="77777777" w:rsidTr="00923D7D">
        <w:tc>
          <w:tcPr>
            <w:tcW w:w="9639" w:type="dxa"/>
          </w:tcPr>
          <w:p w14:paraId="51F09EFE" w14:textId="77777777" w:rsidR="001A47B1" w:rsidRPr="00DE5861" w:rsidRDefault="001A47B1" w:rsidP="00AF24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Przygotowanie procesu badań jakościowych: opracowanie narzędzia badawczego</w:t>
            </w:r>
          </w:p>
        </w:tc>
      </w:tr>
      <w:tr w:rsidR="001A47B1" w:rsidRPr="00DE5861" w14:paraId="41B24689" w14:textId="77777777" w:rsidTr="00923D7D">
        <w:tc>
          <w:tcPr>
            <w:tcW w:w="9639" w:type="dxa"/>
          </w:tcPr>
          <w:p w14:paraId="67E11A13" w14:textId="77777777" w:rsidR="001A47B1" w:rsidRPr="00DE5861" w:rsidRDefault="001A47B1" w:rsidP="00AF24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 xml:space="preserve">Realizacja badań jakościowych – problemy i dylematy etyczne </w:t>
            </w:r>
          </w:p>
        </w:tc>
      </w:tr>
      <w:tr w:rsidR="001A47B1" w:rsidRPr="00DE5861" w14:paraId="55A238BE" w14:textId="77777777" w:rsidTr="00923D7D">
        <w:tc>
          <w:tcPr>
            <w:tcW w:w="9639" w:type="dxa"/>
          </w:tcPr>
          <w:p w14:paraId="6F48C45E" w14:textId="77777777" w:rsidR="001A47B1" w:rsidRPr="00DE5861" w:rsidRDefault="001A47B1" w:rsidP="00AF24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 xml:space="preserve">Transkrypcje w badaniach jakościowych </w:t>
            </w:r>
            <w:r w:rsidR="00D770F1">
              <w:rPr>
                <w:rFonts w:ascii="Corbel" w:hAnsi="Corbel"/>
                <w:sz w:val="24"/>
                <w:szCs w:val="24"/>
              </w:rPr>
              <w:t xml:space="preserve"> i analiza danych </w:t>
            </w:r>
          </w:p>
        </w:tc>
      </w:tr>
    </w:tbl>
    <w:p w14:paraId="4B67AEC2" w14:textId="77777777" w:rsidR="0085747A" w:rsidRPr="00DE586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E5861">
        <w:rPr>
          <w:rFonts w:ascii="Corbel" w:hAnsi="Corbel"/>
          <w:smallCaps w:val="0"/>
          <w:szCs w:val="24"/>
        </w:rPr>
        <w:lastRenderedPageBreak/>
        <w:t>3.4 Metody dydaktyczne</w:t>
      </w:r>
      <w:r w:rsidRPr="00DE5861">
        <w:rPr>
          <w:rFonts w:ascii="Corbel" w:hAnsi="Corbel"/>
          <w:b w:val="0"/>
          <w:smallCaps w:val="0"/>
          <w:szCs w:val="24"/>
        </w:rPr>
        <w:t xml:space="preserve"> </w:t>
      </w:r>
    </w:p>
    <w:p w14:paraId="63A82B3B" w14:textId="77777777" w:rsidR="00E960BB" w:rsidRPr="00DE5861" w:rsidRDefault="001A47B1" w:rsidP="00DE5861">
      <w:pPr>
        <w:rPr>
          <w:rFonts w:ascii="Corbel" w:hAnsi="Corbel"/>
          <w:sz w:val="24"/>
        </w:rPr>
      </w:pPr>
      <w:r w:rsidRPr="00DE5861">
        <w:rPr>
          <w:rFonts w:ascii="Corbel" w:hAnsi="Corbel"/>
          <w:sz w:val="24"/>
        </w:rPr>
        <w:t>Konwersatorium: analiza i interpretacja tekstów źródłowych, praca indywidualna (dobór metod, opracowanie szkicu projektu badawczego: celów, problematyki, metod i technik, dobór próby i przygotowanie narzędzia badawczego do realizacji założonych celów badawczych</w:t>
      </w:r>
      <w:r w:rsidR="00F01BD5">
        <w:rPr>
          <w:rFonts w:ascii="Corbel" w:hAnsi="Corbel"/>
          <w:sz w:val="24"/>
        </w:rPr>
        <w:t>)</w:t>
      </w:r>
      <w:r w:rsidRPr="00DE5861">
        <w:rPr>
          <w:rFonts w:ascii="Corbel" w:hAnsi="Corbel"/>
          <w:sz w:val="24"/>
        </w:rPr>
        <w:t>, dyskusja kierowana</w:t>
      </w:r>
      <w:r w:rsidR="00973A57">
        <w:rPr>
          <w:rFonts w:ascii="Corbel" w:hAnsi="Corbel"/>
          <w:sz w:val="24"/>
        </w:rPr>
        <w:t>.</w:t>
      </w:r>
    </w:p>
    <w:p w14:paraId="458F5FB5" w14:textId="77777777" w:rsidR="00923D7D" w:rsidRPr="00DE586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E5861">
        <w:rPr>
          <w:rFonts w:ascii="Corbel" w:hAnsi="Corbel"/>
          <w:smallCaps w:val="0"/>
          <w:szCs w:val="24"/>
        </w:rPr>
        <w:t xml:space="preserve">4. </w:t>
      </w:r>
      <w:r w:rsidR="0085747A" w:rsidRPr="00DE5861">
        <w:rPr>
          <w:rFonts w:ascii="Corbel" w:hAnsi="Corbel"/>
          <w:smallCaps w:val="0"/>
          <w:szCs w:val="24"/>
        </w:rPr>
        <w:t>METODY I KRYTERIA OCENY</w:t>
      </w:r>
      <w:r w:rsidR="009F4610" w:rsidRPr="00DE5861">
        <w:rPr>
          <w:rFonts w:ascii="Corbel" w:hAnsi="Corbel"/>
          <w:smallCaps w:val="0"/>
          <w:szCs w:val="24"/>
        </w:rPr>
        <w:t xml:space="preserve"> </w:t>
      </w:r>
    </w:p>
    <w:p w14:paraId="28578476" w14:textId="77777777" w:rsidR="0085747A" w:rsidRPr="00DE5861" w:rsidRDefault="0085747A" w:rsidP="00DE586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E586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E586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520"/>
        <w:gridCol w:w="2126"/>
      </w:tblGrid>
      <w:tr w:rsidR="00162798" w:rsidRPr="00DE5861" w14:paraId="08148350" w14:textId="77777777" w:rsidTr="00D770F1">
        <w:tc>
          <w:tcPr>
            <w:tcW w:w="993" w:type="dxa"/>
            <w:vAlign w:val="center"/>
          </w:tcPr>
          <w:p w14:paraId="40817750" w14:textId="77777777"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520" w:type="dxa"/>
            <w:vAlign w:val="center"/>
          </w:tcPr>
          <w:p w14:paraId="41CB06BD" w14:textId="77777777"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4CE4FDD" w14:textId="77777777"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9DA848A" w14:textId="77777777"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1B5EE6" w14:textId="77777777"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E586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E586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62798" w:rsidRPr="00DE5861" w14:paraId="30B1CF3B" w14:textId="77777777" w:rsidTr="00D770F1">
        <w:tc>
          <w:tcPr>
            <w:tcW w:w="993" w:type="dxa"/>
          </w:tcPr>
          <w:p w14:paraId="15FE3AF4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E586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E586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6520" w:type="dxa"/>
          </w:tcPr>
          <w:p w14:paraId="55286088" w14:textId="77777777"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proofErr w:type="spellStart"/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Miniprojekt</w:t>
            </w:r>
            <w:proofErr w:type="spellEnd"/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badawczy, Obserwacja w trakcie zajęć, Aktywność na zajęciach</w:t>
            </w:r>
            <w:r w:rsidRPr="00DE5861">
              <w:rPr>
                <w:rFonts w:ascii="Corbel" w:hAnsi="Corbel"/>
                <w:b w:val="0"/>
                <w:strike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090C1C99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5861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162798" w:rsidRPr="00DE5861" w14:paraId="3C9626A5" w14:textId="77777777" w:rsidTr="00D770F1">
        <w:tc>
          <w:tcPr>
            <w:tcW w:w="993" w:type="dxa"/>
          </w:tcPr>
          <w:p w14:paraId="3067E65F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586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520" w:type="dxa"/>
          </w:tcPr>
          <w:p w14:paraId="1CFD9F7C" w14:textId="77777777"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Miniprojekt</w:t>
            </w:r>
            <w:proofErr w:type="spellEnd"/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badawczy, Obserwacja w trakcie zajęć, Aktywność na zajęciach </w:t>
            </w:r>
          </w:p>
        </w:tc>
        <w:tc>
          <w:tcPr>
            <w:tcW w:w="2126" w:type="dxa"/>
          </w:tcPr>
          <w:p w14:paraId="48DC0AC6" w14:textId="77777777"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</w:t>
            </w:r>
          </w:p>
        </w:tc>
      </w:tr>
      <w:tr w:rsidR="00162798" w:rsidRPr="00DE5861" w14:paraId="709E6AFE" w14:textId="77777777" w:rsidTr="00D770F1">
        <w:tc>
          <w:tcPr>
            <w:tcW w:w="993" w:type="dxa"/>
          </w:tcPr>
          <w:p w14:paraId="6755642D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</w:tcPr>
          <w:p w14:paraId="51F10330" w14:textId="77777777"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Miniprojekt</w:t>
            </w:r>
            <w:proofErr w:type="spellEnd"/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badawczy, Obserwacja w trakcie zajęć, Aktywność na zajęciach </w:t>
            </w:r>
          </w:p>
        </w:tc>
        <w:tc>
          <w:tcPr>
            <w:tcW w:w="2126" w:type="dxa"/>
          </w:tcPr>
          <w:p w14:paraId="26143769" w14:textId="77777777"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</w:t>
            </w:r>
          </w:p>
        </w:tc>
      </w:tr>
      <w:tr w:rsidR="00162798" w:rsidRPr="00DE5861" w14:paraId="6959F23D" w14:textId="77777777" w:rsidTr="00D770F1">
        <w:tc>
          <w:tcPr>
            <w:tcW w:w="993" w:type="dxa"/>
          </w:tcPr>
          <w:p w14:paraId="087B86CA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520" w:type="dxa"/>
          </w:tcPr>
          <w:p w14:paraId="05EEB83F" w14:textId="77777777"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Miniprojekt</w:t>
            </w:r>
            <w:proofErr w:type="spellEnd"/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badawczy, Obserwacja w trakcie zajęć, Aktywność na zajęciach </w:t>
            </w:r>
          </w:p>
        </w:tc>
        <w:tc>
          <w:tcPr>
            <w:tcW w:w="2126" w:type="dxa"/>
          </w:tcPr>
          <w:p w14:paraId="321EF997" w14:textId="77777777"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</w:t>
            </w:r>
          </w:p>
        </w:tc>
      </w:tr>
      <w:tr w:rsidR="00162798" w:rsidRPr="00DE5861" w14:paraId="32CE3791" w14:textId="77777777" w:rsidTr="00D770F1">
        <w:tc>
          <w:tcPr>
            <w:tcW w:w="993" w:type="dxa"/>
          </w:tcPr>
          <w:p w14:paraId="3AAF0CF1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520" w:type="dxa"/>
          </w:tcPr>
          <w:p w14:paraId="689039E9" w14:textId="77777777"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Miniprojekt</w:t>
            </w:r>
            <w:proofErr w:type="spellEnd"/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badawczy, Obserwacja w trakcie zajęć, Aktywność na zajęciach </w:t>
            </w:r>
          </w:p>
        </w:tc>
        <w:tc>
          <w:tcPr>
            <w:tcW w:w="2126" w:type="dxa"/>
          </w:tcPr>
          <w:p w14:paraId="000AA0FA" w14:textId="77777777"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</w:t>
            </w:r>
          </w:p>
        </w:tc>
      </w:tr>
    </w:tbl>
    <w:p w14:paraId="2C36779E" w14:textId="77777777" w:rsidR="00923D7D" w:rsidRPr="00DE586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97A384" w14:textId="77777777" w:rsidR="00923D7D" w:rsidRPr="00DE5861" w:rsidRDefault="003E1941" w:rsidP="00F01BD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E5861">
        <w:rPr>
          <w:rFonts w:ascii="Corbel" w:hAnsi="Corbel"/>
          <w:smallCaps w:val="0"/>
          <w:szCs w:val="24"/>
        </w:rPr>
        <w:t xml:space="preserve">4.2 </w:t>
      </w:r>
      <w:r w:rsidR="0085747A" w:rsidRPr="00DE586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E5861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E5861" w14:paraId="17208099" w14:textId="77777777" w:rsidTr="00923D7D">
        <w:tc>
          <w:tcPr>
            <w:tcW w:w="9670" w:type="dxa"/>
          </w:tcPr>
          <w:p w14:paraId="1468E4DC" w14:textId="77777777" w:rsidR="0085747A" w:rsidRPr="00DE5861" w:rsidRDefault="000032E7" w:rsidP="00F01BD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 xml:space="preserve">Zaliczenie z oceną: Zaliczenie przedmiotu odbywa się na podstawie uczestnictwa w zajęciach oraz przygotowania </w:t>
            </w:r>
            <w:proofErr w:type="spellStart"/>
            <w:r w:rsidRPr="00DE5861">
              <w:rPr>
                <w:rFonts w:ascii="Corbel" w:hAnsi="Corbel"/>
                <w:sz w:val="24"/>
                <w:szCs w:val="24"/>
              </w:rPr>
              <w:t>miniprojektu</w:t>
            </w:r>
            <w:proofErr w:type="spellEnd"/>
            <w:r w:rsidRPr="00DE5861">
              <w:rPr>
                <w:rFonts w:ascii="Corbel" w:hAnsi="Corbel"/>
                <w:sz w:val="24"/>
                <w:szCs w:val="24"/>
              </w:rPr>
              <w:t xml:space="preserve"> badawczego uwzględniającego: problematykę badań, p</w:t>
            </w:r>
            <w:r w:rsidR="00F01BD5">
              <w:rPr>
                <w:rFonts w:ascii="Corbel" w:hAnsi="Corbel"/>
                <w:sz w:val="24"/>
                <w:szCs w:val="24"/>
              </w:rPr>
              <w:t>ytania oraz cele badawcze, opis metody i</w:t>
            </w:r>
            <w:r w:rsidRPr="00DE5861">
              <w:rPr>
                <w:rFonts w:ascii="Corbel" w:hAnsi="Corbel"/>
                <w:sz w:val="24"/>
                <w:szCs w:val="24"/>
              </w:rPr>
              <w:t xml:space="preserve"> techniki</w:t>
            </w:r>
            <w:r w:rsidR="00F01BD5">
              <w:rPr>
                <w:rFonts w:ascii="Corbel" w:hAnsi="Corbel"/>
                <w:sz w:val="24"/>
                <w:szCs w:val="24"/>
              </w:rPr>
              <w:t xml:space="preserve"> oraz doboru</w:t>
            </w:r>
            <w:r w:rsidRPr="00DE5861">
              <w:rPr>
                <w:rFonts w:ascii="Corbel" w:hAnsi="Corbel"/>
                <w:sz w:val="24"/>
                <w:szCs w:val="24"/>
              </w:rPr>
              <w:t xml:space="preserve"> próby, przygotowanie narzędzia badawczego. </w:t>
            </w:r>
            <w:r w:rsidR="00B91279" w:rsidRPr="00DE5861">
              <w:rPr>
                <w:rFonts w:ascii="Corbel" w:hAnsi="Corbel"/>
                <w:sz w:val="24"/>
                <w:szCs w:val="24"/>
              </w:rPr>
              <w:t xml:space="preserve">Osoby, które wykazywały znaczną aktywność podczas zajęć </w:t>
            </w:r>
            <w:r w:rsidR="00771866" w:rsidRPr="00DE5861">
              <w:rPr>
                <w:rFonts w:ascii="Corbel" w:hAnsi="Corbel"/>
                <w:sz w:val="24"/>
                <w:szCs w:val="24"/>
              </w:rPr>
              <w:t>mogą otrzymać podwyższenie ostatecznej oceny o 0,5 stopnia</w:t>
            </w:r>
          </w:p>
        </w:tc>
      </w:tr>
    </w:tbl>
    <w:p w14:paraId="54F23BA8" w14:textId="77777777" w:rsidR="0085747A" w:rsidRPr="00DE58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78035" w14:textId="77777777" w:rsidR="0085747A" w:rsidRPr="00F01BD5" w:rsidRDefault="0085747A" w:rsidP="00F01BD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E5861">
        <w:rPr>
          <w:rFonts w:ascii="Corbel" w:hAnsi="Corbel"/>
          <w:b/>
          <w:sz w:val="24"/>
          <w:szCs w:val="24"/>
        </w:rPr>
        <w:t xml:space="preserve">5. </w:t>
      </w:r>
      <w:r w:rsidR="00C61DC5" w:rsidRPr="00DE586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DE5861" w14:paraId="27B8FCF0" w14:textId="77777777" w:rsidTr="003E1941">
        <w:tc>
          <w:tcPr>
            <w:tcW w:w="4962" w:type="dxa"/>
            <w:vAlign w:val="center"/>
          </w:tcPr>
          <w:p w14:paraId="2B2E6BD7" w14:textId="77777777" w:rsidR="0085747A" w:rsidRPr="00DE586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E586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E586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E586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EEBD0E0" w14:textId="77777777" w:rsidR="0085747A" w:rsidRPr="00DE586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E586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E586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E58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E586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E5861" w14:paraId="0F3D5057" w14:textId="77777777" w:rsidTr="00923D7D">
        <w:tc>
          <w:tcPr>
            <w:tcW w:w="4962" w:type="dxa"/>
          </w:tcPr>
          <w:p w14:paraId="7ECC5BAD" w14:textId="77777777" w:rsidR="0085747A" w:rsidRPr="00DE586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G</w:t>
            </w:r>
            <w:r w:rsidR="0085747A" w:rsidRPr="00DE586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E586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E586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E586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E586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E586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E586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0E5E98C" w14:textId="77777777" w:rsidR="0085747A" w:rsidRPr="00DE5861" w:rsidRDefault="000032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DE5861" w14:paraId="79C5394C" w14:textId="77777777" w:rsidTr="00923D7D">
        <w:tc>
          <w:tcPr>
            <w:tcW w:w="4962" w:type="dxa"/>
          </w:tcPr>
          <w:p w14:paraId="3E3FE117" w14:textId="77777777" w:rsidR="00C61DC5" w:rsidRPr="00DE586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E586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3AAF946" w14:textId="77777777" w:rsidR="00C61DC5" w:rsidRPr="00DE586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129C05B" w14:textId="77777777" w:rsidR="00C61DC5" w:rsidRPr="00DE5861" w:rsidRDefault="007E42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E5861" w14:paraId="2400028B" w14:textId="77777777" w:rsidTr="00923D7D">
        <w:tc>
          <w:tcPr>
            <w:tcW w:w="4962" w:type="dxa"/>
          </w:tcPr>
          <w:p w14:paraId="1E341B70" w14:textId="77777777" w:rsidR="0071620A" w:rsidRPr="00DE586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E586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E586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00D50DB" w14:textId="77777777" w:rsidR="00C61DC5" w:rsidRPr="00DE586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9E3D21A" w14:textId="77777777" w:rsidR="00C61DC5" w:rsidRPr="00DE5861" w:rsidRDefault="00BA2F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E42FB" w:rsidRPr="00DE5861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DE5861" w14:paraId="7BC53FC6" w14:textId="77777777" w:rsidTr="00923D7D">
        <w:tc>
          <w:tcPr>
            <w:tcW w:w="4962" w:type="dxa"/>
          </w:tcPr>
          <w:p w14:paraId="2F6E52D5" w14:textId="77777777" w:rsidR="0085747A" w:rsidRPr="00DE586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6C8208" w14:textId="77777777" w:rsidR="0085747A" w:rsidRPr="00DE5861" w:rsidRDefault="00BA2F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E5861" w14:paraId="71039257" w14:textId="77777777" w:rsidTr="00923D7D">
        <w:tc>
          <w:tcPr>
            <w:tcW w:w="4962" w:type="dxa"/>
          </w:tcPr>
          <w:p w14:paraId="592C8B16" w14:textId="77777777" w:rsidR="0085747A" w:rsidRPr="00DE586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E586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CE0A416" w14:textId="77777777" w:rsidR="0085747A" w:rsidRPr="00DE5861" w:rsidRDefault="000032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1121635" w14:textId="77777777" w:rsidR="0085747A" w:rsidRPr="00DE586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E586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E586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EAB9C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E709C6" w14:textId="77777777" w:rsidR="00F01BD5" w:rsidRDefault="00F01BD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6EC706" w14:textId="77777777" w:rsidR="00D770F1" w:rsidRPr="00DE5861" w:rsidRDefault="00D770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D5FFB5" w14:textId="77777777" w:rsidR="0085747A" w:rsidRPr="00DE5861" w:rsidRDefault="0071620A" w:rsidP="00DE586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E5861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DE5861">
        <w:rPr>
          <w:rFonts w:ascii="Corbel" w:hAnsi="Corbel"/>
          <w:smallCaps w:val="0"/>
          <w:szCs w:val="24"/>
        </w:rPr>
        <w:t>PRAKTYKI ZAWO</w:t>
      </w:r>
      <w:r w:rsidR="009D3F3B" w:rsidRPr="00DE5861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E5861" w14:paraId="60130C14" w14:textId="77777777" w:rsidTr="0071620A">
        <w:trPr>
          <w:trHeight w:val="397"/>
        </w:trPr>
        <w:tc>
          <w:tcPr>
            <w:tcW w:w="3544" w:type="dxa"/>
          </w:tcPr>
          <w:p w14:paraId="2ABF8405" w14:textId="77777777" w:rsidR="0085747A" w:rsidRPr="00DE58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0386F50" w14:textId="77777777" w:rsidR="0085747A" w:rsidRPr="00DE5861" w:rsidRDefault="004977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___</w:t>
            </w:r>
          </w:p>
        </w:tc>
      </w:tr>
      <w:tr w:rsidR="0085747A" w:rsidRPr="00DE5861" w14:paraId="6C09D469" w14:textId="77777777" w:rsidTr="0071620A">
        <w:trPr>
          <w:trHeight w:val="397"/>
        </w:trPr>
        <w:tc>
          <w:tcPr>
            <w:tcW w:w="3544" w:type="dxa"/>
          </w:tcPr>
          <w:p w14:paraId="55C3480F" w14:textId="77777777" w:rsidR="0085747A" w:rsidRPr="00DE58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FB05DC3" w14:textId="77777777" w:rsidR="0085747A" w:rsidRPr="00DE5861" w:rsidRDefault="004977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___</w:t>
            </w:r>
          </w:p>
        </w:tc>
      </w:tr>
    </w:tbl>
    <w:p w14:paraId="5026A06D" w14:textId="77777777" w:rsidR="003E1941" w:rsidRPr="00DE586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E55F2B" w14:textId="77777777" w:rsidR="00675843" w:rsidRPr="00DE586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E5861">
        <w:rPr>
          <w:rFonts w:ascii="Corbel" w:hAnsi="Corbel"/>
          <w:smallCaps w:val="0"/>
          <w:szCs w:val="24"/>
        </w:rPr>
        <w:t xml:space="preserve">7. </w:t>
      </w:r>
      <w:r w:rsidR="0085747A" w:rsidRPr="00DE5861">
        <w:rPr>
          <w:rFonts w:ascii="Corbel" w:hAnsi="Corbel"/>
          <w:smallCaps w:val="0"/>
          <w:szCs w:val="24"/>
        </w:rPr>
        <w:t>LITERATURA</w:t>
      </w:r>
      <w:r w:rsidRPr="00DE5861">
        <w:rPr>
          <w:rFonts w:ascii="Corbel" w:hAnsi="Corbel"/>
          <w:smallCaps w:val="0"/>
          <w:szCs w:val="24"/>
        </w:rPr>
        <w:t xml:space="preserve"> </w:t>
      </w:r>
    </w:p>
    <w:p w14:paraId="2AF7D720" w14:textId="77777777" w:rsidR="0085747A" w:rsidRPr="00DE586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07C8" w:rsidRPr="00DE5861" w14:paraId="4953BD25" w14:textId="77777777" w:rsidTr="00126135">
        <w:trPr>
          <w:trHeight w:val="397"/>
        </w:trPr>
        <w:tc>
          <w:tcPr>
            <w:tcW w:w="9639" w:type="dxa"/>
          </w:tcPr>
          <w:p w14:paraId="2062C0D6" w14:textId="77777777" w:rsidR="004D07C8" w:rsidRPr="00BB2FB1" w:rsidRDefault="004D07C8" w:rsidP="00126135">
            <w:pPr>
              <w:pStyle w:val="Akapitzlist"/>
              <w:spacing w:before="60" w:after="6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B2FB1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078CA36B" w14:textId="77777777" w:rsidR="004D07C8" w:rsidRPr="00BB2FB1" w:rsidRDefault="004D07C8" w:rsidP="00126135">
            <w:pPr>
              <w:pStyle w:val="Akapitzlist"/>
              <w:spacing w:before="60" w:after="60" w:line="240" w:lineRule="auto"/>
              <w:ind w:left="601" w:hanging="601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B2FB1">
              <w:rPr>
                <w:rFonts w:ascii="Corbel" w:hAnsi="Corbel"/>
                <w:sz w:val="24"/>
                <w:szCs w:val="24"/>
              </w:rPr>
              <w:t>Worek, B. (2017). Metody jakościowe i ich wykorzystanie w obszarze pracy socjalnej.</w:t>
            </w:r>
            <w:r w:rsidRPr="00BB2FB1">
              <w:rPr>
                <w:rFonts w:ascii="Corbel" w:hAnsi="Corbel"/>
                <w:i/>
                <w:sz w:val="24"/>
                <w:szCs w:val="24"/>
              </w:rPr>
              <w:t xml:space="preserve"> Zeszyty Pracy Socjalnej</w:t>
            </w:r>
            <w:r w:rsidRPr="00BB2FB1">
              <w:rPr>
                <w:rFonts w:ascii="Corbel" w:hAnsi="Corbel"/>
                <w:sz w:val="24"/>
                <w:szCs w:val="24"/>
              </w:rPr>
              <w:t xml:space="preserve">,  22, 2. </w:t>
            </w:r>
          </w:p>
          <w:p w14:paraId="3965F2E6" w14:textId="77777777" w:rsidR="004D07C8" w:rsidRPr="00BB2FB1" w:rsidRDefault="004D07C8" w:rsidP="00126135">
            <w:pPr>
              <w:pStyle w:val="Akapitzlist"/>
              <w:spacing w:before="60" w:after="60" w:line="240" w:lineRule="auto"/>
              <w:ind w:left="601" w:hanging="601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B2FB1">
              <w:rPr>
                <w:rFonts w:ascii="Corbel" w:hAnsi="Corbel"/>
                <w:sz w:val="24"/>
                <w:szCs w:val="24"/>
              </w:rPr>
              <w:t>Kvale</w:t>
            </w:r>
            <w:proofErr w:type="spellEnd"/>
            <w:r w:rsidRPr="00BB2FB1">
              <w:rPr>
                <w:rFonts w:ascii="Corbel" w:hAnsi="Corbel"/>
                <w:sz w:val="24"/>
                <w:szCs w:val="24"/>
              </w:rPr>
              <w:t xml:space="preserve">, S.,  (2004). </w:t>
            </w:r>
            <w:proofErr w:type="spellStart"/>
            <w:r w:rsidRPr="00BB2FB1">
              <w:rPr>
                <w:rFonts w:ascii="Corbel" w:hAnsi="Corbel"/>
                <w:i/>
                <w:sz w:val="24"/>
                <w:szCs w:val="24"/>
              </w:rPr>
              <w:t>Interviews</w:t>
            </w:r>
            <w:proofErr w:type="spellEnd"/>
            <w:r w:rsidRPr="00BB2FB1">
              <w:rPr>
                <w:rFonts w:ascii="Corbel" w:hAnsi="Corbel"/>
                <w:i/>
                <w:sz w:val="24"/>
                <w:szCs w:val="24"/>
              </w:rPr>
              <w:t>: wprowadzenie do jakościowego wywiadu badawczego.</w:t>
            </w:r>
            <w:r w:rsidRPr="00BB2FB1">
              <w:rPr>
                <w:rFonts w:ascii="Corbel" w:hAnsi="Corbel"/>
                <w:sz w:val="24"/>
                <w:szCs w:val="24"/>
              </w:rPr>
              <w:t xml:space="preserve"> Białystok: Wyd. Trans Humana.</w:t>
            </w:r>
          </w:p>
          <w:p w14:paraId="17242FC8" w14:textId="77777777" w:rsidR="004D07C8" w:rsidRPr="00BB2FB1" w:rsidRDefault="004D07C8" w:rsidP="00126135">
            <w:pPr>
              <w:pStyle w:val="Akapitzlist"/>
              <w:spacing w:before="60" w:after="6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B2FB1">
              <w:rPr>
                <w:rFonts w:ascii="Corbel" w:hAnsi="Corbel"/>
                <w:sz w:val="24"/>
                <w:szCs w:val="24"/>
              </w:rPr>
              <w:t>Flick</w:t>
            </w:r>
            <w:proofErr w:type="spellEnd"/>
            <w:r w:rsidRPr="00BB2FB1">
              <w:rPr>
                <w:rFonts w:ascii="Corbel" w:hAnsi="Corbel"/>
                <w:sz w:val="24"/>
                <w:szCs w:val="24"/>
              </w:rPr>
              <w:t xml:space="preserve">, U. (2012).  </w:t>
            </w:r>
            <w:r w:rsidRPr="00BB2FB1">
              <w:rPr>
                <w:rFonts w:ascii="Corbel" w:hAnsi="Corbel"/>
                <w:i/>
                <w:sz w:val="24"/>
                <w:szCs w:val="24"/>
              </w:rPr>
              <w:t>Projektowanie badania jakościowego.</w:t>
            </w:r>
            <w:r w:rsidRPr="00BB2FB1">
              <w:rPr>
                <w:rFonts w:ascii="Corbel" w:hAnsi="Corbel"/>
                <w:sz w:val="24"/>
                <w:szCs w:val="24"/>
              </w:rPr>
              <w:t xml:space="preserve"> Warszawa: Wyd. Naukowe PWN.</w:t>
            </w:r>
          </w:p>
          <w:p w14:paraId="6249D768" w14:textId="77777777" w:rsidR="004D07C8" w:rsidRPr="00BB2FB1" w:rsidRDefault="004D07C8" w:rsidP="00126135">
            <w:pPr>
              <w:pStyle w:val="Akapitzlist"/>
              <w:spacing w:before="60" w:after="6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B2FB1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BB2FB1">
              <w:rPr>
                <w:rFonts w:ascii="Corbel" w:hAnsi="Corbel"/>
                <w:sz w:val="24"/>
                <w:szCs w:val="24"/>
              </w:rPr>
              <w:t xml:space="preserve">, E. (2007).  </w:t>
            </w:r>
            <w:r w:rsidRPr="00BB2FB1">
              <w:rPr>
                <w:rFonts w:ascii="Corbel" w:hAnsi="Corbel"/>
                <w:i/>
                <w:sz w:val="24"/>
                <w:szCs w:val="24"/>
              </w:rPr>
              <w:t>Badania społeczne w praktyce.</w:t>
            </w:r>
            <w:r w:rsidRPr="00BB2FB1">
              <w:rPr>
                <w:rFonts w:ascii="Corbel" w:hAnsi="Corbel"/>
                <w:sz w:val="24"/>
                <w:szCs w:val="24"/>
              </w:rPr>
              <w:t xml:space="preserve"> Warszawa: Wyd. Naukowe PWN. </w:t>
            </w:r>
          </w:p>
          <w:p w14:paraId="45D9A31F" w14:textId="77777777" w:rsidR="004D07C8" w:rsidRPr="00BB2FB1" w:rsidRDefault="004D07C8" w:rsidP="00126135">
            <w:pPr>
              <w:pStyle w:val="Akapitzlist"/>
              <w:spacing w:before="60" w:after="6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B2FB1">
              <w:rPr>
                <w:rFonts w:ascii="Corbel" w:hAnsi="Corbel"/>
                <w:sz w:val="24"/>
                <w:szCs w:val="24"/>
              </w:rPr>
              <w:t>Silverman</w:t>
            </w:r>
            <w:proofErr w:type="spellEnd"/>
            <w:r w:rsidRPr="00BB2FB1">
              <w:rPr>
                <w:rFonts w:ascii="Corbel" w:hAnsi="Corbel"/>
                <w:sz w:val="24"/>
                <w:szCs w:val="24"/>
              </w:rPr>
              <w:t xml:space="preserve">, D. (2008). </w:t>
            </w:r>
            <w:r w:rsidRPr="00BB2FB1">
              <w:rPr>
                <w:rFonts w:ascii="Corbel" w:hAnsi="Corbel"/>
                <w:i/>
                <w:sz w:val="24"/>
                <w:szCs w:val="24"/>
              </w:rPr>
              <w:t>Prowadzenie badań jakościowych.</w:t>
            </w:r>
            <w:r w:rsidRPr="00BB2FB1">
              <w:rPr>
                <w:rFonts w:ascii="Corbel" w:hAnsi="Corbel"/>
                <w:sz w:val="24"/>
                <w:szCs w:val="24"/>
              </w:rPr>
              <w:t xml:space="preserve"> Warszawa: Wyd. Naukowe PWN.</w:t>
            </w:r>
          </w:p>
        </w:tc>
      </w:tr>
      <w:tr w:rsidR="004D07C8" w:rsidRPr="00A86982" w14:paraId="5E157F4D" w14:textId="77777777" w:rsidTr="00126135">
        <w:trPr>
          <w:trHeight w:val="397"/>
        </w:trPr>
        <w:tc>
          <w:tcPr>
            <w:tcW w:w="9639" w:type="dxa"/>
          </w:tcPr>
          <w:p w14:paraId="2C8C08F6" w14:textId="77777777" w:rsidR="004D07C8" w:rsidRPr="00BB2FB1" w:rsidRDefault="004D07C8" w:rsidP="00126135">
            <w:pPr>
              <w:pStyle w:val="Akapitzlist"/>
              <w:spacing w:before="60" w:after="6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B2FB1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3409B03" w14:textId="77777777" w:rsidR="004D07C8" w:rsidRPr="00BB2FB1" w:rsidRDefault="004D07C8" w:rsidP="00126135">
            <w:pPr>
              <w:pStyle w:val="Akapitzlist"/>
              <w:spacing w:before="60" w:after="6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B2FB1">
              <w:rPr>
                <w:rFonts w:ascii="Corbel" w:hAnsi="Corbel"/>
                <w:sz w:val="24"/>
                <w:szCs w:val="24"/>
              </w:rPr>
              <w:t>Kvale</w:t>
            </w:r>
            <w:proofErr w:type="spellEnd"/>
            <w:r w:rsidRPr="00BB2FB1">
              <w:rPr>
                <w:rFonts w:ascii="Corbel" w:hAnsi="Corbel"/>
                <w:sz w:val="24"/>
                <w:szCs w:val="24"/>
              </w:rPr>
              <w:t xml:space="preserve">, S. (2018). </w:t>
            </w:r>
            <w:r w:rsidRPr="00BB2FB1">
              <w:rPr>
                <w:rFonts w:ascii="Corbel" w:hAnsi="Corbel"/>
                <w:i/>
                <w:sz w:val="24"/>
                <w:szCs w:val="24"/>
              </w:rPr>
              <w:t>Prowadzenie wywiadów.</w:t>
            </w:r>
            <w:r w:rsidRPr="00BB2FB1">
              <w:rPr>
                <w:rFonts w:ascii="Corbel" w:hAnsi="Corbel"/>
                <w:sz w:val="24"/>
                <w:szCs w:val="24"/>
              </w:rPr>
              <w:t xml:space="preserve"> Warszawa: Wyd. Naukowe PWN.</w:t>
            </w:r>
          </w:p>
          <w:p w14:paraId="30878D2B" w14:textId="77777777" w:rsidR="004D07C8" w:rsidRPr="004D07C8" w:rsidRDefault="004D07C8" w:rsidP="00126135">
            <w:pPr>
              <w:pStyle w:val="Akapitzlist"/>
              <w:spacing w:before="60" w:after="60" w:line="240" w:lineRule="auto"/>
              <w:ind w:left="601" w:hanging="601"/>
              <w:contextualSpacing w:val="0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BB2FB1">
              <w:rPr>
                <w:rFonts w:ascii="Corbel" w:hAnsi="Corbel"/>
                <w:sz w:val="24"/>
                <w:szCs w:val="24"/>
              </w:rPr>
              <w:t>Miński, R. (2017). Wywiad pogłębiony jako technika badawcza. Możliwości wykorzystania IDI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BB2FB1">
              <w:rPr>
                <w:rFonts w:ascii="Corbel" w:hAnsi="Corbel"/>
                <w:sz w:val="24"/>
                <w:szCs w:val="24"/>
              </w:rPr>
              <w:t>badaniach ewaluacyjnych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B2FB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D07C8">
              <w:rPr>
                <w:rFonts w:ascii="Corbel" w:hAnsi="Corbel"/>
                <w:i/>
                <w:sz w:val="24"/>
                <w:szCs w:val="24"/>
                <w:lang w:val="en-US"/>
              </w:rPr>
              <w:t>Przegląd</w:t>
            </w:r>
            <w:proofErr w:type="spellEnd"/>
            <w:r w:rsidRPr="004D07C8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07C8">
              <w:rPr>
                <w:rFonts w:ascii="Corbel" w:hAnsi="Corbel"/>
                <w:i/>
                <w:sz w:val="24"/>
                <w:szCs w:val="24"/>
                <w:lang w:val="en-US"/>
              </w:rPr>
              <w:t>Socjologii</w:t>
            </w:r>
            <w:proofErr w:type="spellEnd"/>
            <w:r w:rsidRPr="004D07C8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07C8">
              <w:rPr>
                <w:rFonts w:ascii="Corbel" w:hAnsi="Corbel"/>
                <w:i/>
                <w:sz w:val="24"/>
                <w:szCs w:val="24"/>
                <w:lang w:val="en-US"/>
              </w:rPr>
              <w:t>Jakościowej</w:t>
            </w:r>
            <w:proofErr w:type="spellEnd"/>
            <w:r w:rsidRPr="004D07C8">
              <w:rPr>
                <w:rFonts w:ascii="Corbel" w:hAnsi="Corbel"/>
                <w:sz w:val="24"/>
                <w:szCs w:val="24"/>
                <w:lang w:val="en-US"/>
              </w:rPr>
              <w:t>, 13, 3.</w:t>
            </w:r>
          </w:p>
          <w:p w14:paraId="5B3F849C" w14:textId="77777777" w:rsidR="004D07C8" w:rsidRPr="004D07C8" w:rsidRDefault="004D07C8" w:rsidP="00126135">
            <w:pPr>
              <w:pStyle w:val="Akapitzlist"/>
              <w:spacing w:before="60" w:after="6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B2FB1">
              <w:rPr>
                <w:rFonts w:ascii="Corbel" w:hAnsi="Corbel"/>
                <w:sz w:val="24"/>
                <w:szCs w:val="24"/>
                <w:lang w:val="en-US"/>
              </w:rPr>
              <w:t xml:space="preserve">Shaw,  I., Gould, N.(2001). </w:t>
            </w:r>
            <w:r w:rsidRPr="00BB2FB1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Qualitative Research in Social Work. </w:t>
            </w:r>
            <w:r w:rsidRPr="004D07C8">
              <w:rPr>
                <w:rFonts w:ascii="Corbel" w:hAnsi="Corbel"/>
                <w:sz w:val="24"/>
                <w:szCs w:val="24"/>
              </w:rPr>
              <w:t xml:space="preserve">London: </w:t>
            </w:r>
            <w:proofErr w:type="spellStart"/>
            <w:r w:rsidRPr="004D07C8">
              <w:rPr>
                <w:rFonts w:ascii="Corbel" w:hAnsi="Corbel"/>
                <w:sz w:val="24"/>
                <w:szCs w:val="24"/>
              </w:rPr>
              <w:t>Sage</w:t>
            </w:r>
            <w:proofErr w:type="spellEnd"/>
            <w:r w:rsidRPr="004D07C8">
              <w:rPr>
                <w:rFonts w:ascii="Corbel" w:hAnsi="Corbel"/>
                <w:sz w:val="24"/>
                <w:szCs w:val="24"/>
              </w:rPr>
              <w:t xml:space="preserve"> Publications. </w:t>
            </w:r>
          </w:p>
          <w:p w14:paraId="2ECF3448" w14:textId="77777777" w:rsidR="004D07C8" w:rsidRPr="00BB2FB1" w:rsidRDefault="004D07C8" w:rsidP="00126135">
            <w:pPr>
              <w:pStyle w:val="Akapitzlist"/>
              <w:spacing w:before="60" w:after="60" w:line="240" w:lineRule="auto"/>
              <w:ind w:left="601" w:hanging="601"/>
              <w:contextualSpacing w:val="0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BB2FB1">
              <w:rPr>
                <w:rFonts w:ascii="Corbel" w:hAnsi="Corbel"/>
                <w:sz w:val="24"/>
                <w:szCs w:val="24"/>
              </w:rPr>
              <w:t xml:space="preserve">Pokrzywa M. (2019). Wielowymiarowe wykluczenie klientek pomocy społecznej w Polsce. </w:t>
            </w:r>
            <w:hyperlink r:id="rId8" w:history="1">
              <w:r w:rsidRPr="00BB2FB1">
                <w:rPr>
                  <w:rFonts w:ascii="Corbel" w:hAnsi="Corbel"/>
                  <w:i/>
                  <w:sz w:val="24"/>
                  <w:szCs w:val="24"/>
                </w:rPr>
                <w:t>Zeszyty Pracy Socjalnej</w:t>
              </w:r>
            </w:hyperlink>
            <w:r w:rsidRPr="00BB2FB1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BB2FB1">
              <w:rPr>
                <w:rFonts w:ascii="Corbel" w:hAnsi="Corbel"/>
                <w:sz w:val="24"/>
                <w:szCs w:val="24"/>
              </w:rPr>
              <w:t> 24, 2.</w:t>
            </w:r>
          </w:p>
        </w:tc>
      </w:tr>
    </w:tbl>
    <w:p w14:paraId="0104B5C1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BD5966" w14:textId="77777777" w:rsidR="00D770F1" w:rsidRPr="00DE5861" w:rsidRDefault="00D770F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1B5EF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E586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6DD9E" w14:textId="77777777" w:rsidR="00B22D70" w:rsidRDefault="00B22D70" w:rsidP="00C16ABF">
      <w:pPr>
        <w:spacing w:after="0" w:line="240" w:lineRule="auto"/>
      </w:pPr>
      <w:r>
        <w:separator/>
      </w:r>
    </w:p>
  </w:endnote>
  <w:endnote w:type="continuationSeparator" w:id="0">
    <w:p w14:paraId="67427E96" w14:textId="77777777" w:rsidR="00B22D70" w:rsidRDefault="00B22D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90516"/>
      <w:docPartObj>
        <w:docPartGallery w:val="Page Numbers (Bottom of Page)"/>
        <w:docPartUnique/>
      </w:docPartObj>
    </w:sdtPr>
    <w:sdtEndPr/>
    <w:sdtContent>
      <w:p w14:paraId="3A9082D4" w14:textId="77777777" w:rsidR="00AF24CB" w:rsidRDefault="00601506">
        <w:pPr>
          <w:pStyle w:val="Stopka"/>
          <w:jc w:val="right"/>
        </w:pPr>
        <w:r>
          <w:fldChar w:fldCharType="begin"/>
        </w:r>
        <w:r w:rsidR="005A793A">
          <w:instrText xml:space="preserve"> PAGE   \* MERGEFORMAT </w:instrText>
        </w:r>
        <w:r>
          <w:fldChar w:fldCharType="separate"/>
        </w:r>
        <w:r w:rsidR="00D770F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4F7C6CC" w14:textId="77777777" w:rsidR="00AF24CB" w:rsidRDefault="00AF24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0C5B2" w14:textId="77777777" w:rsidR="00B22D70" w:rsidRDefault="00B22D70" w:rsidP="00C16ABF">
      <w:pPr>
        <w:spacing w:after="0" w:line="240" w:lineRule="auto"/>
      </w:pPr>
      <w:r>
        <w:separator/>
      </w:r>
    </w:p>
  </w:footnote>
  <w:footnote w:type="continuationSeparator" w:id="0">
    <w:p w14:paraId="5E40EA41" w14:textId="77777777" w:rsidR="00B22D70" w:rsidRDefault="00B22D70" w:rsidP="00C16ABF">
      <w:pPr>
        <w:spacing w:after="0" w:line="240" w:lineRule="auto"/>
      </w:pPr>
      <w:r>
        <w:continuationSeparator/>
      </w:r>
    </w:p>
  </w:footnote>
  <w:footnote w:id="1">
    <w:p w14:paraId="06190F04" w14:textId="77777777" w:rsidR="00162798" w:rsidRDefault="00162798" w:rsidP="0016279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32E7"/>
    <w:rsid w:val="000048FD"/>
    <w:rsid w:val="000077B4"/>
    <w:rsid w:val="00015B8F"/>
    <w:rsid w:val="00022ECE"/>
    <w:rsid w:val="00041BE8"/>
    <w:rsid w:val="00042A51"/>
    <w:rsid w:val="00042D2E"/>
    <w:rsid w:val="00044C82"/>
    <w:rsid w:val="00070ED6"/>
    <w:rsid w:val="000742DC"/>
    <w:rsid w:val="00081B60"/>
    <w:rsid w:val="00084C12"/>
    <w:rsid w:val="00085D8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4AD"/>
    <w:rsid w:val="00124293"/>
    <w:rsid w:val="00124BFF"/>
    <w:rsid w:val="0012560E"/>
    <w:rsid w:val="00127108"/>
    <w:rsid w:val="00134B13"/>
    <w:rsid w:val="00146BC0"/>
    <w:rsid w:val="00153C41"/>
    <w:rsid w:val="00154381"/>
    <w:rsid w:val="00162798"/>
    <w:rsid w:val="001640A7"/>
    <w:rsid w:val="00164FA7"/>
    <w:rsid w:val="00166A03"/>
    <w:rsid w:val="001718A7"/>
    <w:rsid w:val="001737CF"/>
    <w:rsid w:val="00176083"/>
    <w:rsid w:val="00192F37"/>
    <w:rsid w:val="001A47B1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42C5"/>
    <w:rsid w:val="00260E03"/>
    <w:rsid w:val="00276DB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0B0"/>
    <w:rsid w:val="002D3375"/>
    <w:rsid w:val="002D73D4"/>
    <w:rsid w:val="002E2F22"/>
    <w:rsid w:val="002E735E"/>
    <w:rsid w:val="002E78E0"/>
    <w:rsid w:val="002F02A3"/>
    <w:rsid w:val="002F4ABE"/>
    <w:rsid w:val="003018BA"/>
    <w:rsid w:val="0030395F"/>
    <w:rsid w:val="0030599E"/>
    <w:rsid w:val="00305C92"/>
    <w:rsid w:val="003151C5"/>
    <w:rsid w:val="003343CF"/>
    <w:rsid w:val="00346FE9"/>
    <w:rsid w:val="0034759A"/>
    <w:rsid w:val="003503F6"/>
    <w:rsid w:val="003530DD"/>
    <w:rsid w:val="00363F78"/>
    <w:rsid w:val="00364AD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7653"/>
    <w:rsid w:val="00461EFC"/>
    <w:rsid w:val="004652C2"/>
    <w:rsid w:val="00465ECF"/>
    <w:rsid w:val="004706D1"/>
    <w:rsid w:val="00471326"/>
    <w:rsid w:val="0047598D"/>
    <w:rsid w:val="004840FD"/>
    <w:rsid w:val="00490F7D"/>
    <w:rsid w:val="00491678"/>
    <w:rsid w:val="004968E2"/>
    <w:rsid w:val="004977E5"/>
    <w:rsid w:val="004A3EEA"/>
    <w:rsid w:val="004A4D1F"/>
    <w:rsid w:val="004C0E06"/>
    <w:rsid w:val="004D07C8"/>
    <w:rsid w:val="004D5282"/>
    <w:rsid w:val="004E17F4"/>
    <w:rsid w:val="004E324F"/>
    <w:rsid w:val="004F1551"/>
    <w:rsid w:val="004F55A3"/>
    <w:rsid w:val="0050496F"/>
    <w:rsid w:val="00513B6F"/>
    <w:rsid w:val="00517C63"/>
    <w:rsid w:val="005363C4"/>
    <w:rsid w:val="00536BDE"/>
    <w:rsid w:val="00543782"/>
    <w:rsid w:val="00543ACC"/>
    <w:rsid w:val="00552246"/>
    <w:rsid w:val="0056696D"/>
    <w:rsid w:val="005734BE"/>
    <w:rsid w:val="0059484D"/>
    <w:rsid w:val="005A0855"/>
    <w:rsid w:val="005A3196"/>
    <w:rsid w:val="005A793A"/>
    <w:rsid w:val="005C080F"/>
    <w:rsid w:val="005C55E5"/>
    <w:rsid w:val="005C696A"/>
    <w:rsid w:val="005D1472"/>
    <w:rsid w:val="005E6E85"/>
    <w:rsid w:val="005F31D2"/>
    <w:rsid w:val="0060150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2581"/>
    <w:rsid w:val="0071415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866"/>
    <w:rsid w:val="0078168C"/>
    <w:rsid w:val="00787C2A"/>
    <w:rsid w:val="00790E27"/>
    <w:rsid w:val="007A4022"/>
    <w:rsid w:val="007A6E6E"/>
    <w:rsid w:val="007B21F9"/>
    <w:rsid w:val="007C3299"/>
    <w:rsid w:val="007C3BCC"/>
    <w:rsid w:val="007C4546"/>
    <w:rsid w:val="007D6E56"/>
    <w:rsid w:val="007D704E"/>
    <w:rsid w:val="007E42FB"/>
    <w:rsid w:val="007F4155"/>
    <w:rsid w:val="007F7B38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AB7"/>
    <w:rsid w:val="00954A07"/>
    <w:rsid w:val="00961939"/>
    <w:rsid w:val="00973A57"/>
    <w:rsid w:val="009752FC"/>
    <w:rsid w:val="00997F14"/>
    <w:rsid w:val="009A78D9"/>
    <w:rsid w:val="009C3E31"/>
    <w:rsid w:val="009C54AE"/>
    <w:rsid w:val="009C788E"/>
    <w:rsid w:val="009D11EC"/>
    <w:rsid w:val="009D3F3B"/>
    <w:rsid w:val="009D499E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9D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4CB"/>
    <w:rsid w:val="00AF2C1E"/>
    <w:rsid w:val="00B06142"/>
    <w:rsid w:val="00B135B1"/>
    <w:rsid w:val="00B2153B"/>
    <w:rsid w:val="00B22D70"/>
    <w:rsid w:val="00B2757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279"/>
    <w:rsid w:val="00BA2F2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D2A"/>
    <w:rsid w:val="00D74119"/>
    <w:rsid w:val="00D770F1"/>
    <w:rsid w:val="00D8075B"/>
    <w:rsid w:val="00D8678B"/>
    <w:rsid w:val="00D92F39"/>
    <w:rsid w:val="00DA2114"/>
    <w:rsid w:val="00DE09C0"/>
    <w:rsid w:val="00DE4A14"/>
    <w:rsid w:val="00DE5861"/>
    <w:rsid w:val="00DF320D"/>
    <w:rsid w:val="00DF71C8"/>
    <w:rsid w:val="00E10A15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033"/>
    <w:rsid w:val="00F01BD5"/>
    <w:rsid w:val="00F070AB"/>
    <w:rsid w:val="00F15C4F"/>
    <w:rsid w:val="00F17567"/>
    <w:rsid w:val="00F27A7B"/>
    <w:rsid w:val="00F33D4D"/>
    <w:rsid w:val="00F526AF"/>
    <w:rsid w:val="00F617C3"/>
    <w:rsid w:val="00F7066B"/>
    <w:rsid w:val="00F83B28"/>
    <w:rsid w:val="00F94730"/>
    <w:rsid w:val="00F974DA"/>
    <w:rsid w:val="00FA36D5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74069"/>
  <w15:docId w15:val="{EF78AF59-AC79-43D6-8B66-88060E79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grafia.ur.edu.pl/cgi-bin/expertus3.cgi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8C91C1-97E9-4F6B-8D0A-EC0E9D1DCF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279591-EC58-4FE3-AD18-2CFDE0F6E3A3}"/>
</file>

<file path=customXml/itemProps3.xml><?xml version="1.0" encoding="utf-8"?>
<ds:datastoreItem xmlns:ds="http://schemas.openxmlformats.org/officeDocument/2006/customXml" ds:itemID="{62266345-D504-450B-872D-E665F8745F7C}"/>
</file>

<file path=customXml/itemProps4.xml><?xml version="1.0" encoding="utf-8"?>
<ds:datastoreItem xmlns:ds="http://schemas.openxmlformats.org/officeDocument/2006/customXml" ds:itemID="{F760C126-E88F-4AC9-A7F1-6C87F41AB3E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1000</Words>
  <Characters>6005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6</cp:revision>
  <cp:lastPrinted>2019-02-06T12:12:00Z</cp:lastPrinted>
  <dcterms:created xsi:type="dcterms:W3CDTF">2020-10-27T13:11:00Z</dcterms:created>
  <dcterms:modified xsi:type="dcterms:W3CDTF">2021-09-30T15:07:00Z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